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7B" w:rsidRDefault="00B204E3" w:rsidP="00B204E3">
      <w:pPr>
        <w:pStyle w:val="Titul1"/>
      </w:pPr>
      <w:bookmarkStart w:id="0" w:name="_GoBack"/>
      <w:bookmarkEnd w:id="0"/>
      <w:r>
        <w:t>Dopis nabídky</w:t>
      </w:r>
    </w:p>
    <w:p w:rsidR="008D3B01" w:rsidRDefault="00B204E3" w:rsidP="008D3B01">
      <w:pPr>
        <w:pStyle w:val="Titul2"/>
        <w:jc w:val="both"/>
      </w:pPr>
      <w:r>
        <w:t>Název zakázky: „</w:t>
      </w:r>
      <w:sdt>
        <w:sdtPr>
          <w:alias w:val="Název akce - propíše se do zápatí"/>
          <w:tag w:val="Název akce"/>
          <w:id w:val="1889687308"/>
          <w:placeholder>
            <w:docPart w:val="85D136D1C4D4417E8FBE7A60C3F5003A"/>
          </w:placeholder>
          <w:text w:multiLine="1"/>
        </w:sdtPr>
        <w:sdtEndPr/>
        <w:sdtContent>
          <w:r w:rsidR="008D3B01" w:rsidRPr="003F76C5">
            <w:t>Optimalizace trati Praha Smíchov (mimo) – Černošice (mimo)</w:t>
          </w:r>
          <w:r w:rsidR="008D3B01">
            <w:br/>
          </w:r>
          <w:r w:rsidR="008D3B01" w:rsidRPr="003F76C5">
            <w:t xml:space="preserve">- Přeložení cyklostezky A11 lávka přes </w:t>
          </w:r>
          <w:r w:rsidR="008D3B01">
            <w:t>nám</w:t>
          </w:r>
          <w:r w:rsidR="00BF0FE6">
            <w:t>ěstí</w:t>
          </w:r>
          <w:r w:rsidR="008D3B01">
            <w:t xml:space="preserve"> Osvoboditelů“</w:t>
          </w:r>
        </w:sdtContent>
      </w:sdt>
    </w:p>
    <w:p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</w:t>
      </w:r>
      <w:r w:rsidR="008D3B01">
        <w:t xml:space="preserve"> a</w:t>
      </w:r>
      <w:r>
        <w:t xml:space="preserve">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:rsidR="00A5674E" w:rsidRDefault="00A5674E" w:rsidP="00A5674E">
      <w:pPr>
        <w:pStyle w:val="Odstavec1-1a"/>
      </w:pPr>
      <w:r>
        <w:t xml:space="preserve">Obě Smluvní strany v souladu s ustanovením § 5 odst. 2 ZRS zašlou správci registru smluv elektronický obraz Smlouvy a jejich příloh a </w:t>
      </w:r>
      <w:proofErr w:type="spellStart"/>
      <w:r>
        <w:t>metadata</w:t>
      </w:r>
      <w:proofErr w:type="spellEnd"/>
      <w:r>
        <w:t xml:space="preserve"> vyžadovaná ZRS;</w:t>
      </w:r>
    </w:p>
    <w:p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 xml:space="preserve">Žádáme, aby bylo s těmito dokumenty nakládáno podle </w:t>
      </w:r>
      <w:proofErr w:type="spellStart"/>
      <w:r>
        <w:t>ust</w:t>
      </w:r>
      <w:proofErr w:type="spellEnd"/>
      <w:r>
        <w:t>. § 218 ZZVZ .</w:t>
      </w:r>
    </w:p>
    <w:p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 xml:space="preserve">Žádáme, aby bylo s těmito informacemi nakládáno podle </w:t>
      </w:r>
      <w:proofErr w:type="spellStart"/>
      <w:r>
        <w:t>ust</w:t>
      </w:r>
      <w:proofErr w:type="spellEnd"/>
      <w:r>
        <w:t>. § 218 ZZVZ.</w:t>
      </w:r>
    </w:p>
    <w:p w:rsidR="00A5674E" w:rsidRDefault="00A5674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A5674E" w:rsidP="000E6ABE">
      <w:pPr>
        <w:pStyle w:val="Textbezodsazen"/>
        <w:jc w:val="left"/>
      </w:pPr>
      <w:r>
        <w:lastRenderedPageBreak/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za Zhotovitele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:rsidR="00A5674E" w:rsidRDefault="00A5674E" w:rsidP="00A5674E">
      <w:pPr>
        <w:pStyle w:val="Textbezodsazen"/>
      </w:pPr>
      <w:r>
        <w:t>(název a adresa účastníka zadávacího řízení)</w:t>
      </w:r>
    </w:p>
    <w:p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1221" w:rsidRDefault="004F1221" w:rsidP="00962258">
      <w:pPr>
        <w:spacing w:after="0" w:line="240" w:lineRule="auto"/>
      </w:pPr>
      <w:r>
        <w:separator/>
      </w:r>
    </w:p>
  </w:endnote>
  <w:endnote w:type="continuationSeparator" w:id="0">
    <w:p w:rsidR="004F1221" w:rsidRDefault="004F122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443C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443C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:rsidR="00A5674E" w:rsidRPr="00B8518B" w:rsidRDefault="00A5674E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1221" w:rsidRDefault="004F1221" w:rsidP="00962258">
      <w:pPr>
        <w:spacing w:after="0" w:line="240" w:lineRule="auto"/>
      </w:pPr>
      <w:r>
        <w:separator/>
      </w:r>
    </w:p>
  </w:footnote>
  <w:footnote w:type="continuationSeparator" w:id="0">
    <w:p w:rsidR="004F1221" w:rsidRDefault="004F122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A5674E" w:rsidRPr="00D6163D" w:rsidRDefault="00A5674E" w:rsidP="00FC6389">
          <w:pPr>
            <w:pStyle w:val="Druhdokumentu"/>
          </w:pPr>
        </w:p>
      </w:tc>
    </w:tr>
  </w:tbl>
  <w:p w:rsidR="00A5674E" w:rsidRPr="00D6163D" w:rsidRDefault="00A5674E" w:rsidP="00FC6389">
    <w:pPr>
      <w:pStyle w:val="Zhlav"/>
      <w:rPr>
        <w:sz w:val="8"/>
        <w:szCs w:val="8"/>
      </w:rPr>
    </w:pPr>
  </w:p>
  <w:p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CC0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D3B01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443C3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0FE6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32767"/>
  <w15:docId w15:val="{809B83B2-E679-46A5-A3AB-F7E6F250A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91_&#352;ABLONY\&#352;ABL_ZTP_VZOR_oboustr_Fond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5D136D1C4D4417E8FBE7A60C3F500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3F46EA9-92A1-4BFC-90AF-FE87C1329BFB}"/>
      </w:docPartPr>
      <w:docPartBody>
        <w:p w:rsidR="004C1133" w:rsidRDefault="00631201" w:rsidP="00631201">
          <w:pPr>
            <w:pStyle w:val="85D136D1C4D4417E8FBE7A60C3F5003A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201"/>
    <w:rsid w:val="004C1133"/>
    <w:rsid w:val="00631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1201"/>
    <w:rPr>
      <w:color w:val="808080"/>
    </w:rPr>
  </w:style>
  <w:style w:type="paragraph" w:customStyle="1" w:styleId="85D136D1C4D4417E8FBE7A60C3F5003A">
    <w:name w:val="85D136D1C4D4417E8FBE7A60C3F5003A"/>
    <w:rsid w:val="0063120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schemas.openxmlformats.org/package/2006/metadata/core-properties"/>
    <ds:schemaRef ds:uri="http://purl.org/dc/terms/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62B1B32-56A7-43CD-AC23-6E41A00B2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ŠABL_ZTP_VZOR_oboustr_Fondy</Template>
  <TotalTime>1</TotalTime>
  <Pages>2</Pages>
  <Words>411</Words>
  <Characters>2428</Characters>
  <Application>Microsoft Office Word</Application>
  <DocSecurity>0</DocSecurity>
  <Lines>20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Fojta Petr, Ing.</dc:creator>
  <cp:lastModifiedBy>Baštářová Helena</cp:lastModifiedBy>
  <cp:revision>2</cp:revision>
  <cp:lastPrinted>2019-03-07T14:42:00Z</cp:lastPrinted>
  <dcterms:created xsi:type="dcterms:W3CDTF">2022-06-21T08:44:00Z</dcterms:created>
  <dcterms:modified xsi:type="dcterms:W3CDTF">2022-06-21T08:44:00Z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